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B05F643"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1E5725">
        <w:rPr>
          <w:rStyle w:val="Strong"/>
          <w:lang w:val="en-GB"/>
        </w:rPr>
        <w:t>22-W002-24</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74EB4" w14:textId="77777777" w:rsidR="00321107" w:rsidRDefault="00321107">
      <w:r>
        <w:separator/>
      </w:r>
    </w:p>
  </w:endnote>
  <w:endnote w:type="continuationSeparator" w:id="0">
    <w:p w14:paraId="12A484AF" w14:textId="77777777" w:rsidR="00321107" w:rsidRDefault="00321107">
      <w:r>
        <w:continuationSeparator/>
      </w:r>
    </w:p>
  </w:endnote>
  <w:endnote w:type="continuationNotice" w:id="1">
    <w:p w14:paraId="55D7EC2F" w14:textId="77777777" w:rsidR="00321107" w:rsidRDefault="003211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70ABF8F" w:rsidR="00133D55" w:rsidRDefault="00133D55" w:rsidP="004878F3">
    <w:pPr>
      <w:pStyle w:val="Footer"/>
    </w:pPr>
    <w:r>
      <w:fldChar w:fldCharType="begin"/>
    </w:r>
    <w:r>
      <w:instrText xml:space="preserve"> DATE \@ "yyyy-MM-dd" </w:instrText>
    </w:r>
    <w:r>
      <w:fldChar w:fldCharType="separate"/>
    </w:r>
    <w:r w:rsidR="001E5725">
      <w:rPr>
        <w:noProof/>
      </w:rPr>
      <w:t>2024-02-01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F2249" w14:textId="77777777" w:rsidR="00321107" w:rsidRDefault="00321107">
      <w:r>
        <w:separator/>
      </w:r>
    </w:p>
  </w:footnote>
  <w:footnote w:type="continuationSeparator" w:id="0">
    <w:p w14:paraId="6C46D8C7" w14:textId="77777777" w:rsidR="00321107" w:rsidRDefault="00321107">
      <w:r>
        <w:continuationSeparator/>
      </w:r>
    </w:p>
  </w:footnote>
  <w:footnote w:type="continuationNotice" w:id="1">
    <w:p w14:paraId="4A9082E3" w14:textId="77777777" w:rsidR="00321107" w:rsidRDefault="00321107"/>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6B8D3AA6"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1E5725">
      <w:rPr>
        <w:rFonts w:cs="Calibri"/>
        <w:b/>
        <w:bCs/>
        <w:lang w:val="en-GB" w:eastAsia="ko-KR"/>
      </w:rPr>
      <w:t>22-W002-24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E5725"/>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107"/>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FE966A-A5A9-4BA3-9D10-81379B140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1259</Words>
  <Characters>7177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2013-10-18T08:32:00Z</cp:lastPrinted>
  <dcterms:created xsi:type="dcterms:W3CDTF">2020-07-06T13:14:00Z</dcterms:created>
  <dcterms:modified xsi:type="dcterms:W3CDTF">2024-01-31T23:37:00Z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